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7" w:after="0" w:line="240" w:lineRule="auto"/>
        <w:ind w:left="100" w:right="3135"/>
        <w:jc w:val="both"/>
        <w:rPr>
          <w:rFonts w:ascii="Times New Roman" w:hAnsi="Times New Roman" w:cs="Times New Roman" w:eastAsia="Times New Roman"/>
          <w:sz w:val="44"/>
          <w:szCs w:val="44"/>
        </w:rPr>
      </w:pPr>
      <w:rPr/>
      <w:r>
        <w:rPr>
          <w:rFonts w:ascii="Times New Roman" w:hAnsi="Times New Roman" w:cs="Times New Roman" w:eastAsia="Times New Roman"/>
          <w:sz w:val="44"/>
          <w:szCs w:val="44"/>
          <w:color w:val="010202"/>
          <w:spacing w:val="0"/>
          <w:w w:val="109"/>
          <w:b/>
          <w:bCs/>
        </w:rPr>
        <w:t>AP</w:t>
      </w:r>
      <w:r>
        <w:rPr>
          <w:rFonts w:ascii="Times New Roman" w:hAnsi="Times New Roman" w:cs="Times New Roman" w:eastAsia="Times New Roman"/>
          <w:sz w:val="18"/>
          <w:szCs w:val="18"/>
          <w:color w:val="010202"/>
          <w:spacing w:val="0"/>
          <w:w w:val="109"/>
          <w:b/>
          <w:bCs/>
          <w:position w:val="21"/>
        </w:rPr>
        <w:t>®</w:t>
      </w:r>
      <w:r>
        <w:rPr>
          <w:rFonts w:ascii="Times New Roman" w:hAnsi="Times New Roman" w:cs="Times New Roman" w:eastAsia="Times New Roman"/>
          <w:sz w:val="18"/>
          <w:szCs w:val="18"/>
          <w:color w:val="010202"/>
          <w:spacing w:val="0"/>
          <w:w w:val="109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010202"/>
          <w:spacing w:val="32"/>
          <w:w w:val="109"/>
          <w:b/>
          <w:bCs/>
          <w:position w:val="21"/>
        </w:rPr>
        <w:t> </w:t>
      </w:r>
      <w:r>
        <w:rPr>
          <w:rFonts w:ascii="Times New Roman" w:hAnsi="Times New Roman" w:cs="Times New Roman" w:eastAsia="Times New Roman"/>
          <w:sz w:val="44"/>
          <w:szCs w:val="44"/>
          <w:color w:val="010202"/>
          <w:spacing w:val="0"/>
          <w:w w:val="109"/>
          <w:b/>
          <w:bCs/>
          <w:position w:val="0"/>
        </w:rPr>
        <w:t>Studio</w:t>
      </w:r>
      <w:r>
        <w:rPr>
          <w:rFonts w:ascii="Times New Roman" w:hAnsi="Times New Roman" w:cs="Times New Roman" w:eastAsia="Times New Roman"/>
          <w:sz w:val="44"/>
          <w:szCs w:val="44"/>
          <w:color w:val="010202"/>
          <w:spacing w:val="40"/>
          <w:w w:val="109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44"/>
          <w:szCs w:val="44"/>
          <w:color w:val="010202"/>
          <w:spacing w:val="0"/>
          <w:w w:val="100"/>
          <w:b/>
          <w:bCs/>
          <w:position w:val="0"/>
        </w:rPr>
        <w:t>Art:</w:t>
      </w:r>
      <w:r>
        <w:rPr>
          <w:rFonts w:ascii="Times New Roman" w:hAnsi="Times New Roman" w:cs="Times New Roman" w:eastAsia="Times New Roman"/>
          <w:sz w:val="44"/>
          <w:szCs w:val="44"/>
          <w:color w:val="010202"/>
          <w:spacing w:val="49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44"/>
          <w:szCs w:val="44"/>
          <w:color w:val="010202"/>
          <w:spacing w:val="0"/>
          <w:w w:val="109"/>
          <w:b/>
          <w:bCs/>
          <w:position w:val="0"/>
        </w:rPr>
        <w:t>2D</w:t>
      </w:r>
      <w:r>
        <w:rPr>
          <w:rFonts w:ascii="Times New Roman" w:hAnsi="Times New Roman" w:cs="Times New Roman" w:eastAsia="Times New Roman"/>
          <w:sz w:val="44"/>
          <w:szCs w:val="44"/>
          <w:color w:val="000000"/>
          <w:spacing w:val="0"/>
          <w:w w:val="100"/>
          <w:position w:val="0"/>
        </w:rPr>
      </w:r>
    </w:p>
    <w:p>
      <w:pPr>
        <w:spacing w:before="0" w:after="0" w:line="451" w:lineRule="exact"/>
        <w:ind w:left="100" w:right="5165"/>
        <w:jc w:val="both"/>
        <w:rPr>
          <w:rFonts w:ascii="Times New Roman" w:hAnsi="Times New Roman" w:cs="Times New Roman" w:eastAsia="Times New Roman"/>
          <w:sz w:val="40"/>
          <w:szCs w:val="40"/>
        </w:rPr>
      </w:pPr>
      <w:rPr/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7"/>
          <w:w w:val="112"/>
        </w:rPr>
        <w:t>S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-7"/>
          <w:w w:val="112"/>
        </w:rPr>
        <w:t>y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11"/>
          <w:w w:val="112"/>
        </w:rPr>
        <w:t>l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7"/>
          <w:w w:val="112"/>
        </w:rPr>
        <w:t>l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11"/>
          <w:w w:val="112"/>
        </w:rPr>
        <w:t>a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-3"/>
          <w:w w:val="112"/>
        </w:rPr>
        <w:t>b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0"/>
          <w:w w:val="112"/>
        </w:rPr>
        <w:t>u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48"/>
          <w:w w:val="112"/>
        </w:rPr>
        <w:t> </w:t>
      </w:r>
      <w:r>
        <w:rPr>
          <w:rFonts w:ascii="Times New Roman" w:hAnsi="Times New Roman" w:cs="Times New Roman" w:eastAsia="Times New Roman"/>
          <w:sz w:val="40"/>
          <w:szCs w:val="40"/>
          <w:color w:val="231F20"/>
          <w:spacing w:val="0"/>
          <w:w w:val="112"/>
        </w:rPr>
        <w:t>1</w:t>
      </w:r>
      <w:r>
        <w:rPr>
          <w:rFonts w:ascii="Times New Roman" w:hAnsi="Times New Roman" w:cs="Times New Roman" w:eastAsia="Times New Roman"/>
          <w:sz w:val="40"/>
          <w:szCs w:val="40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0" w:right="4295"/>
        <w:jc w:val="both"/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group style="position:absolute;margin-left:65.5pt;margin-top:17.937683pt;width:373pt;height:52pt;mso-position-horizontal-relative:page;mso-position-vertical-relative:paragraph;z-index:-434" coordorigin="1310,359" coordsize="7460,1040">
            <v:group style="position:absolute;left:1440;top:489;width:7200;height:260" coordorigin="1440,489" coordsize="7200,260">
              <v:shape style="position:absolute;left:1440;top:489;width:7200;height:260" coordorigin="1440,489" coordsize="7200,260" path="m1440,749l8640,749,8640,489,1440,489,1440,749xe" filled="t" fillcolor="#E6E7E8" stroked="f">
                <v:path arrowok="t"/>
                <v:fill/>
              </v:shape>
            </v:group>
            <v:group style="position:absolute;left:1440;top:749;width:7200;height:260" coordorigin="1440,749" coordsize="7200,260">
              <v:shape style="position:absolute;left:1440;top:749;width:7200;height:260" coordorigin="1440,749" coordsize="7200,260" path="m1440,1009l8640,1009,8640,749,1440,749,1440,1009xe" filled="t" fillcolor="#E6E7E8" stroked="f">
                <v:path arrowok="t"/>
                <v:fill/>
              </v:shape>
            </v:group>
            <v:group style="position:absolute;left:1440;top:1009;width:1437;height:260" coordorigin="1440,1009" coordsize="1437,260">
              <v:shape style="position:absolute;left:1440;top:1009;width:1437;height:260" coordorigin="1440,1009" coordsize="1437,260" path="m1440,1269l2877,1269,2877,1009,1440,1009,1440,1269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o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u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7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4"/>
          <w:w w:val="117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8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2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6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39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1"/>
        </w:rPr>
        <w:t>o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22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60" w:lineRule="exact"/>
        <w:ind w:left="100" w:right="-6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65.5pt;margin-top:72.400185pt;width:373pt;height:39pt;mso-position-horizontal-relative:page;mso-position-vertical-relative:paragraph;z-index:-433" coordorigin="1310,1448" coordsize="7460,780">
            <v:group style="position:absolute;left:7129;top:1578;width:1511;height:260" coordorigin="7129,1578" coordsize="1511,260">
              <v:shape style="position:absolute;left:7129;top:1578;width:1511;height:260" coordorigin="7129,1578" coordsize="1511,260" path="m7129,1838l8640,1838,8640,1578,7129,1578,7129,1838xe" filled="t" fillcolor="#E6E7E8" stroked="f">
                <v:path arrowok="t"/>
                <v:fill/>
              </v:shape>
            </v:group>
            <v:group style="position:absolute;left:1440;top:1838;width:6700;height:260" coordorigin="1440,1838" coordsize="6700,260">
              <v:shape style="position:absolute;left:1440;top:1838;width:6700;height:260" coordorigin="1440,1838" coordsize="6700,260" path="m1440,2098l8140,2098,8140,1838,1440,1838,1440,2098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7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®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7"/>
          <w:w w:val="111"/>
          <w:b/>
          <w:bCs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4008"/>
        <w:jc w:val="both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4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4"/>
        </w:rPr>
        <w:t>u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4"/>
        </w:rPr>
        <w:t>m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4"/>
        </w:rPr>
        <w:t>m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4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1"/>
          <w:w w:val="114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7"/>
        </w:rPr>
        <w:t>A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8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8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g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4"/>
        </w:rPr>
        <w:t>m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60" w:lineRule="exact"/>
        <w:ind w:left="100" w:right="-64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ns: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;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60" w:lineRule="exact"/>
        <w:ind w:left="100" w:right="-65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5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0%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0" w:lineRule="exact"/>
        <w:ind w:left="100" w:right="-64" w:firstLine="360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1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8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24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0" w:lineRule="exact"/>
        <w:ind w:left="100" w:right="-64" w:firstLine="360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/>
        <w:pict>
          <v:group style="position:absolute;margin-left:65.5pt;margin-top:59.400211pt;width:373pt;height:78.0pt;mso-position-horizontal-relative:page;mso-position-vertical-relative:paragraph;z-index:-432" coordorigin="1310,1188" coordsize="7460,1560">
            <v:group style="position:absolute;left:1440;top:1318;width:7200;height:260" coordorigin="1440,1318" coordsize="7200,260">
              <v:shape style="position:absolute;left:1440;top:1318;width:7200;height:260" coordorigin="1440,1318" coordsize="7200,260" path="m1440,1578l8640,1578,8640,1318,1440,1318,1440,1578xe" filled="t" fillcolor="#E6E7E8" stroked="f">
                <v:path arrowok="t"/>
                <v:fill/>
              </v:shape>
            </v:group>
            <v:group style="position:absolute;left:1440;top:1578;width:7200;height:260" coordorigin="1440,1578" coordsize="7200,260">
              <v:shape style="position:absolute;left:1440;top:1578;width:7200;height:260" coordorigin="1440,1578" coordsize="7200,260" path="m1440,1838l8640,1838,8640,1578,1440,1578,1440,1838xe" filled="t" fillcolor="#E6E7E8" stroked="f">
                <v:path arrowok="t"/>
                <v:fill/>
              </v:shape>
            </v:group>
            <v:group style="position:absolute;left:1440;top:1838;width:7200;height:260" coordorigin="1440,1838" coordsize="7200,260">
              <v:shape style="position:absolute;left:1440;top:1838;width:7200;height:260" coordorigin="1440,1838" coordsize="7200,260" path="m1440,2098l8640,2098,8640,1838,1440,1838,1440,2098xe" filled="t" fillcolor="#E6E7E8" stroked="f">
                <v:path arrowok="t"/>
                <v:fill/>
              </v:shape>
            </v:group>
            <v:group style="position:absolute;left:1440;top:2098;width:2152;height:260" coordorigin="1440,2098" coordsize="2152,260">
              <v:shape style="position:absolute;left:1440;top:2098;width:2152;height:260" coordorigin="1440,2098" coordsize="2152,260" path="m1440,2358l3592,2358,3592,2098,1440,2098,1440,2358xe" filled="t" fillcolor="#E6E7E8" stroked="f">
                <v:path arrowok="t"/>
                <v:fill/>
              </v:shape>
            </v:group>
            <v:group style="position:absolute;left:4041;top:2098;width:4599;height:260" coordorigin="4041,2098" coordsize="4599,260">
              <v:shape style="position:absolute;left:4041;top:2098;width:4599;height:260" coordorigin="4041,2098" coordsize="4599,260" path="m4041,2358l8640,2358,8640,2098,4041,2098,4041,2358xe" filled="t" fillcolor="#E6E7E8" stroked="f">
                <v:path arrowok="t"/>
                <v:fill/>
              </v:shape>
            </v:group>
            <v:group style="position:absolute;left:1440;top:2358;width:4308;height:260" coordorigin="1440,2358" coordsize="4308,260">
              <v:shape style="position:absolute;left:1440;top:2358;width:4308;height:260" coordorigin="1440,2358" coordsize="4308,260" path="m1440,2618l5748,2618,5748,2358,1440,2358,1440,2618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;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60" w:lineRule="exact"/>
        <w:ind w:left="100" w:right="-6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  <w:b/>
          <w:bCs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7" w:lineRule="auto"/>
        <w:ind w:left="669" w:right="-70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right="676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C1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4"/>
        </w:rPr>
        <w:t>pro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motes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sustained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investigation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three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aspects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portfolio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development—Qualit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2"/>
          <w:w w:val="105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Concentration,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Breadth—as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outlined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Description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Studio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poster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throughout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duration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64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(Note: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submit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66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portfolio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can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created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5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prior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Studio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course.)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180" w:lineRule="exact"/>
        <w:ind w:right="59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-355.174988pt;width:101.25pt;height:159.75pt;mso-position-horizontal-relative:page;mso-position-vertical-relative:paragraph;z-index:-431" coordorigin="8768,-7103" coordsize="2025,3195">
            <v:shape style="position:absolute;left:8768;top:-7103;width:2025;height:3195" coordorigin="8768,-7103" coordsize="2025,3195" path="m8768,-7103l8768,-3908,10793,-3908,10793,-7103,8768,-7103xe" filled="f" stroked="t" strokeweight=".75pt" strokecolor="#231F20">
              <v:path arrowok="t"/>
            </v:shape>
          </v:group>
          <w10:wrap type="none"/>
        </w:pict>
      </w:r>
      <w:r>
        <w:rPr/>
        <w:pict>
          <v:group style="position:absolute;margin-left:438.375pt;margin-top:66.324997pt;width:101.25pt;height:148.232pt;mso-position-horizontal-relative:page;mso-position-vertical-relative:paragraph;z-index:-429" coordorigin="8768,1326" coordsize="2025,2965">
            <v:shape style="position:absolute;left:8768;top:1326;width:2025;height:2965" coordorigin="8768,1326" coordsize="2025,2965" path="m8768,1326l8768,4291,10793,4291,10793,1326,8768,1326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C2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79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79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7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4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(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q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79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9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83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3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93"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4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right="57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-81.138901pt;width:101.25pt;height:68.25pt;mso-position-horizontal-relative:page;mso-position-vertical-relative:paragraph;z-index:-430" coordorigin="8768,-1623" coordsize="2025,1365">
            <v:shape style="position:absolute;left:8768;top:-1623;width:2025;height:1365" coordorigin="8768,-1623" coordsize="2025,1365" path="m8768,-1623l8768,-258,10793,-258,10793,-1623,8768,-1623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C4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teaches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variety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concepts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approaches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drawing,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2-D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design,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569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3-D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demonstrate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abilities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versatility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technique,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problem-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solving,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ideation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breadth).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concep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tual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variety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dem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onstrated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either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use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media.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pgNumType w:start="1"/>
          <w:pgMar w:footer="521" w:top="1280" w:bottom="720" w:left="1340" w:right="960"/>
          <w:footerReference w:type="default" r:id="rId7"/>
          <w:type w:val="continuous"/>
          <w:pgSz w:w="12240" w:h="15840"/>
          <w:cols w:num="2" w:equalWidth="0">
            <w:col w:w="7301" w:space="254"/>
            <w:col w:w="2385"/>
          </w:cols>
        </w:sectPr>
      </w:pPr>
      <w:rPr/>
    </w:p>
    <w:p>
      <w:pPr>
        <w:spacing w:before="62" w:after="0" w:line="198" w:lineRule="auto"/>
        <w:ind w:left="669" w:right="2996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–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" w:after="0" w:line="210" w:lineRule="auto"/>
        <w:ind w:left="669" w:right="2704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4" w:lineRule="auto"/>
        <w:ind w:left="669" w:right="2575" w:firstLine="-288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4" w:lineRule="auto"/>
        <w:ind w:left="669" w:right="2843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shad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669" w:right="2651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5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4" w:lineRule="auto"/>
        <w:ind w:left="669" w:right="2699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4" w:lineRule="auto"/>
        <w:ind w:left="669" w:right="2610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72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3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198" w:lineRule="auto"/>
        <w:ind w:left="669" w:right="2596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!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669" w:right="2585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8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1" w:after="0" w:line="204" w:lineRule="auto"/>
        <w:ind w:left="669" w:right="2904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4" w:lineRule="auto"/>
        <w:ind w:left="669" w:right="2751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ind w:left="100" w:right="2575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  <w:i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As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1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  <w:i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1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198" w:lineRule="auto"/>
        <w:ind w:left="669" w:right="2805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521" w:top="1260" w:bottom="720" w:left="1340" w:right="960"/>
          <w:pgSz w:w="12240" w:h="15840"/>
        </w:sectPr>
      </w:pPr>
      <w:rPr/>
    </w:p>
    <w:p>
      <w:pPr>
        <w:spacing w:before="49" w:after="0" w:line="207" w:lineRule="auto"/>
        <w:ind w:left="669" w:right="2775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7" w:lineRule="auto"/>
        <w:ind w:left="669" w:right="2787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7" w:lineRule="auto"/>
        <w:ind w:left="669" w:right="2613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669" w:right="2795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0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made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?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auto"/>
        <w:ind w:left="100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ne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ti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26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40" w:lineRule="exact"/>
        <w:ind w:left="100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15"/>
          <w:w w:val="100"/>
          <w:position w:val="1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  <w:position w:val="1"/>
        </w:rPr>
        <w:t>1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1"/>
        </w:rPr>
        <w:t>9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1"/>
        </w:rPr>
        <w:t>8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1"/>
        </w:rPr>
        <w:t>4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1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1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1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1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1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1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1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1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1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1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1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1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1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1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1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1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1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1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1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  <w:position w:val="1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  <w:position w:val="1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1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93" w:after="0" w:line="458" w:lineRule="exact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  <w:position w:val="2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  <w:position w:val="2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b/>
          <w:bCs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29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  <w:position w:val="3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  <w:position w:val="3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-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x,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y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te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3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4" w:lineRule="auto"/>
        <w:ind w:left="669" w:right="3143" w:firstLine="-288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7" w:lineRule="auto"/>
        <w:ind w:left="669" w:right="2646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669" w:right="2747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521" w:top="1260" w:bottom="720" w:left="1340" w:right="960"/>
          <w:pgSz w:w="12240" w:h="15840"/>
        </w:sectPr>
      </w:pPr>
      <w:rPr/>
    </w:p>
    <w:p>
      <w:pPr>
        <w:spacing w:before="58" w:after="0" w:line="208" w:lineRule="auto"/>
        <w:ind w:left="389" w:right="2570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b/>
          <w:bCs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i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i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6" w:lineRule="auto"/>
        <w:ind w:left="389" w:right="2570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mac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8" w:lineRule="auto"/>
        <w:ind w:left="389" w:right="2595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?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?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?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?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7" w:lineRule="auto"/>
        <w:ind w:left="389" w:right="2571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ns: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9" w:lineRule="auto"/>
        <w:ind w:left="389" w:right="2641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b/>
          <w:bCs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te: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made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[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]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521" w:top="1240" w:bottom="720" w:left="1620" w:right="960"/>
          <w:pgSz w:w="12240" w:h="15840"/>
        </w:sectPr>
      </w:pPr>
      <w:rPr/>
    </w:p>
    <w:p>
      <w:pPr>
        <w:spacing w:before="60" w:after="0" w:line="206" w:lineRule="auto"/>
        <w:ind w:left="669" w:right="2625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ng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b/>
          <w:bCs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b/>
          <w:bCs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b/>
          <w:bCs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b/>
          <w:bCs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b/>
          <w:bCs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b/>
          <w:bCs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669" w:right="2666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0" w:footer="521" w:top="1240" w:bottom="720" w:left="1340" w:right="960"/>
          <w:pgSz w:w="12240" w:h="15840"/>
        </w:sectPr>
      </w:pPr>
      <w:rPr/>
    </w:p>
    <w:p>
      <w:pPr>
        <w:spacing w:before="24" w:after="0" w:line="240" w:lineRule="auto"/>
        <w:ind w:left="100" w:right="523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1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3"/>
          <w:w w:val="11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2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9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9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09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"/>
          <w:w w:val="119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25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57" w:after="0" w:line="260" w:lineRule="exact"/>
        <w:ind w:left="100" w:right="-65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/>
        <w:pict>
          <v:group style="position:absolute;margin-left:65.5pt;margin-top:10.2501pt;width:373pt;height:104pt;mso-position-horizontal-relative:page;mso-position-vertical-relative:paragraph;z-index:-428" coordorigin="1310,205" coordsize="7460,2080">
            <v:group style="position:absolute;left:7676;top:335;width:964;height:260" coordorigin="7676,335" coordsize="964,260">
              <v:shape style="position:absolute;left:7676;top:335;width:964;height:260" coordorigin="7676,335" coordsize="964,260" path="m7676,595l8640,595,8640,335,7676,335,7676,595xe" filled="t" fillcolor="#E6E7E8" stroked="f">
                <v:path arrowok="t"/>
                <v:fill/>
              </v:shape>
            </v:group>
            <v:group style="position:absolute;left:1440;top:595;width:7200;height:260" coordorigin="1440,595" coordsize="7200,260">
              <v:shape style="position:absolute;left:1440;top:595;width:7200;height:260" coordorigin="1440,595" coordsize="7200,260" path="m1440,855l8640,855,8640,595,1440,595,1440,855xe" filled="t" fillcolor="#E6E7E8" stroked="f">
                <v:path arrowok="t"/>
                <v:fill/>
              </v:shape>
            </v:group>
            <v:group style="position:absolute;left:1440;top:855;width:7200;height:260" coordorigin="1440,855" coordsize="7200,260">
              <v:shape style="position:absolute;left:1440;top:855;width:7200;height:260" coordorigin="1440,855" coordsize="7200,260" path="m1440,1115l8640,1115,8640,855,1440,855,1440,1115xe" filled="t" fillcolor="#E6E7E8" stroked="f">
                <v:path arrowok="t"/>
                <v:fill/>
              </v:shape>
            </v:group>
            <v:group style="position:absolute;left:1440;top:1115;width:1759;height:260" coordorigin="1440,1115" coordsize="1759,260">
              <v:shape style="position:absolute;left:1440;top:1115;width:1759;height:260" coordorigin="1440,1115" coordsize="1759,260" path="m1440,1375l3199,1375,3199,1115,1440,1115,1440,1375xe" filled="t" fillcolor="#E6E7E8" stroked="f">
                <v:path arrowok="t"/>
                <v:fill/>
              </v:shape>
            </v:group>
            <v:group style="position:absolute;left:3574;top:1115;width:5066;height:260" coordorigin="3574,1115" coordsize="5066,260">
              <v:shape style="position:absolute;left:3574;top:1115;width:5066;height:260" coordorigin="3574,1115" coordsize="5066,260" path="m3574,1375l8640,1375,8640,1115,3574,1115,3574,1375xe" filled="t" fillcolor="#E6E7E8" stroked="f">
                <v:path arrowok="t"/>
                <v:fill/>
              </v:shape>
            </v:group>
            <v:group style="position:absolute;left:1440;top:1375;width:7200;height:260" coordorigin="1440,1375" coordsize="7200,260">
              <v:shape style="position:absolute;left:1440;top:1375;width:7200;height:260" coordorigin="1440,1375" coordsize="7200,260" path="m1440,1635l8640,1635,8640,1375,1440,1375,1440,1635xe" filled="t" fillcolor="#E6E7E8" stroked="f">
                <v:path arrowok="t"/>
                <v:fill/>
              </v:shape>
            </v:group>
            <v:group style="position:absolute;left:1440;top:1635;width:7200;height:260" coordorigin="1440,1635" coordsize="7200,260">
              <v:shape style="position:absolute;left:1440;top:1635;width:7200;height:260" coordorigin="1440,1635" coordsize="7200,260" path="m1440,1895l8640,1895,8640,1635,1440,1635,1440,1895xe" filled="t" fillcolor="#E6E7E8" stroked="f">
                <v:path arrowok="t"/>
                <v:fill/>
              </v:shape>
            </v:group>
            <v:group style="position:absolute;left:1440;top:1895;width:989;height:260" coordorigin="1440,1895" coordsize="989,260">
              <v:shape style="position:absolute;left:1440;top:1895;width:989;height:260" coordorigin="1440,1895" coordsize="989,260" path="m1440,2155l2429,2155,2429,1895,1440,1895,1440,2155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80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5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4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9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2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2"/>
          <w:w w:val="100"/>
          <w:b/>
          <w:bCs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;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2502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e: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84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00" w:after="0" w:line="198" w:lineRule="auto"/>
        <w:ind w:left="669" w:right="727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8" w:after="0" w:line="447" w:lineRule="exact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2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2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29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  <w:position w:val="3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198" w:lineRule="auto"/>
        <w:ind w:left="669" w:right="555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8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88" w:after="0" w:line="206" w:lineRule="auto"/>
        <w:ind w:left="669" w:right="-48" w:firstLine="-288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669" w:right="125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right="676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C1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4"/>
        </w:rPr>
        <w:t>pro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motes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sustained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investigation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three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aspects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portfolio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development—Qualit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2"/>
          <w:w w:val="105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Concentration,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Breadth—as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outlined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Description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Studio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poster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throughout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duration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64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(Note: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submit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66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48.343098pt;width:101.25pt;height:148pt;mso-position-horizontal-relative:page;mso-position-vertical-relative:paragraph;z-index:-426" coordorigin="8768,967" coordsize="2025,2960">
            <v:shape style="position:absolute;left:8768;top:967;width:2025;height:2960" coordorigin="8768,967" coordsize="2025,2960" path="m8768,967l8768,3927,10793,3927,10793,967,8768,967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portfolio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can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created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5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prior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Studio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course.)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right="57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-171.156906pt;width:101.25pt;height:156pt;mso-position-horizontal-relative:page;mso-position-vertical-relative:paragraph;z-index:-427" coordorigin="8768,-3423" coordsize="2025,3120">
            <v:shape style="position:absolute;left:8768;top:-3423;width:2025;height:3120" coordorigin="8768,-3423" coordsize="2025,3120" path="m8768,-3423l8768,-303,10793,-303,10793,-3423,8768,-3423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C4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teaches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variety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concepts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approaches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drawing,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2-D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design,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569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113.093094pt;width:101.25pt;height:67.083pt;mso-position-horizontal-relative:page;mso-position-vertical-relative:paragraph;z-index:-425" coordorigin="8768,2262" coordsize="2025,1342">
            <v:shape style="position:absolute;left:8768;top:2262;width:2025;height:1342" coordorigin="8768,2262" coordsize="2025,1342" path="m8768,2262l8768,3604,10793,3604,10793,2262,8768,2262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3-D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demonstrate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abilities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versatility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technique,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problem-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solving,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ideation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breadth).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concep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tual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variety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dem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onstrated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either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use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media.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180" w:lineRule="exact"/>
        <w:ind w:right="64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C5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empha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sizes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making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ongoing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process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involves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student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informed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critical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making.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280" w:bottom="720" w:left="1340" w:right="960"/>
          <w:cols w:num="2" w:equalWidth="0">
            <w:col w:w="7301" w:space="254"/>
            <w:col w:w="2385"/>
          </w:cols>
        </w:sectPr>
      </w:pPr>
      <w:rPr/>
    </w:p>
    <w:p>
      <w:pPr>
        <w:spacing w:before="3" w:after="0" w:line="447" w:lineRule="exact"/>
        <w:ind w:left="10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/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29" w:lineRule="exact"/>
        <w:ind w:left="38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3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  <w:position w:val="3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4" w:lineRule="auto"/>
        <w:ind w:left="389" w:right="2913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389" w:right="2890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4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6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8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" w:after="0" w:line="210" w:lineRule="auto"/>
        <w:ind w:left="389" w:right="2641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389" w:right="2788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8" w:after="0" w:line="240" w:lineRule="auto"/>
        <w:ind w:left="10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10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10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10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00" w:after="0" w:line="198" w:lineRule="auto"/>
        <w:ind w:left="389" w:right="2701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7" w:lineRule="auto"/>
        <w:ind w:left="389" w:right="2634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e: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389" w:right="2862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10" w:lineRule="auto"/>
        <w:ind w:left="389" w:right="3185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389" w:right="2569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8" w:after="0" w:line="240" w:lineRule="auto"/>
        <w:ind w:left="10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88" w:after="0" w:line="206" w:lineRule="auto"/>
        <w:ind w:left="389" w:right="2892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é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521" w:top="1260" w:bottom="720" w:left="1620" w:right="960"/>
          <w:pgSz w:w="12240" w:h="15840"/>
        </w:sectPr>
      </w:pPr>
      <w:rPr/>
    </w:p>
    <w:p>
      <w:pPr>
        <w:spacing w:before="52" w:after="0" w:line="260" w:lineRule="exact"/>
        <w:ind w:left="100" w:right="2575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0" w:footer="521" w:top="1340" w:bottom="720" w:left="1340" w:right="960"/>
          <w:pgSz w:w="12240" w:h="15840"/>
        </w:sectPr>
      </w:pPr>
      <w:rPr/>
    </w:p>
    <w:p>
      <w:pPr>
        <w:spacing w:before="13" w:after="0" w:line="260" w:lineRule="exact"/>
        <w:ind w:left="100" w:right="-65" w:firstLine="360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65.5pt;margin-top:137.050110pt;width:373pt;height:39pt;mso-position-horizontal-relative:page;mso-position-vertical-relative:paragraph;z-index:-423" coordorigin="1310,2741" coordsize="7460,780">
            <v:group style="position:absolute;left:1800;top:2871;width:6840;height:260" coordorigin="1800,2871" coordsize="6840,260">
              <v:shape style="position:absolute;left:1800;top:2871;width:6840;height:260" coordorigin="1800,2871" coordsize="6840,260" path="m1800,3131l8640,3131,8640,2871,1800,2871,1800,3131xe" filled="t" fillcolor="#E6E7E8" stroked="f">
                <v:path arrowok="t"/>
                <v:fill/>
              </v:shape>
            </v:group>
            <v:group style="position:absolute;left:1440;top:3131;width:2164;height:260" coordorigin="1440,3131" coordsize="2164,260">
              <v:shape style="position:absolute;left:1440;top:3131;width:2164;height:260" coordorigin="1440,3131" coordsize="2164,260" path="m1440,3391l3604,3391,3604,3131,1440,3131,1440,3391xe" filled="t" fillcolor="#E6E7E8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8.375pt;margin-top:56.428112pt;width:101.25pt;height:105.75pt;mso-position-horizontal-relative:page;mso-position-vertical-relative:paragraph;z-index:-422" coordorigin="8768,1129" coordsize="2025,2115">
            <v:shape style="position:absolute;left:8768;top:1129;width:2025;height:2115" coordorigin="8768,1129" coordsize="2025,2115" path="m8768,1129l8768,3244,10793,3244,10793,1129,8768,1129xe" filled="f" stroked="t" strokeweight=".75pt" strokecolor="#231F20">
              <v:path arrowok="t"/>
            </v:shape>
          </v:group>
          <w10:wrap type="none"/>
        </w:pic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  <w:b/>
          <w:bCs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0" w:lineRule="exact"/>
        <w:ind w:left="100" w:right="-63" w:firstLine="360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65.5pt;margin-top:-147.599884pt;width:373pt;height:143.0pt;mso-position-horizontal-relative:page;mso-position-vertical-relative:paragraph;z-index:-424" coordorigin="1310,-2952" coordsize="7460,2860">
            <v:group style="position:absolute;left:1800;top:-2822;width:6840;height:260" coordorigin="1800,-2822" coordsize="6840,260">
              <v:shape style="position:absolute;left:1800;top:-2822;width:6840;height:260" coordorigin="1800,-2822" coordsize="6840,260" path="m1800,-2562l8640,-2562,8640,-2822,1800,-2822,1800,-2562xe" filled="t" fillcolor="#E6E7E8" stroked="f">
                <v:path arrowok="t"/>
                <v:fill/>
              </v:shape>
            </v:group>
            <v:group style="position:absolute;left:1440;top:-2562;width:7200;height:260" coordorigin="1440,-2562" coordsize="7200,260">
              <v:shape style="position:absolute;left:1440;top:-2562;width:7200;height:260" coordorigin="1440,-2562" coordsize="7200,260" path="m1440,-2302l8640,-2302,8640,-2562,1440,-2562,1440,-2302xe" filled="t" fillcolor="#E6E7E8" stroked="f">
                <v:path arrowok="t"/>
                <v:fill/>
              </v:shape>
            </v:group>
            <v:group style="position:absolute;left:1440;top:-2302;width:7200;height:260" coordorigin="1440,-2302" coordsize="7200,260">
              <v:shape style="position:absolute;left:1440;top:-2302;width:7200;height:260" coordorigin="1440,-2302" coordsize="7200,260" path="m1440,-2042l8640,-2042,8640,-2302,1440,-2302,1440,-2042xe" filled="t" fillcolor="#E6E7E8" stroked="f">
                <v:path arrowok="t"/>
                <v:fill/>
              </v:shape>
            </v:group>
            <v:group style="position:absolute;left:1440;top:-2042;width:7200;height:260" coordorigin="1440,-2042" coordsize="7200,260">
              <v:shape style="position:absolute;left:1440;top:-2042;width:7200;height:260" coordorigin="1440,-2042" coordsize="7200,260" path="m1440,-1782l8640,-1782,8640,-2042,1440,-2042,1440,-1782xe" filled="t" fillcolor="#E6E7E8" stroked="f">
                <v:path arrowok="t"/>
                <v:fill/>
              </v:shape>
            </v:group>
            <v:group style="position:absolute;left:1440;top:-1782;width:7200;height:260" coordorigin="1440,-1782" coordsize="7200,260">
              <v:shape style="position:absolute;left:1440;top:-1782;width:7200;height:260" coordorigin="1440,-1782" coordsize="7200,260" path="m1440,-1522l8640,-1522,8640,-1782,1440,-1782,1440,-1522xe" filled="t" fillcolor="#E6E7E8" stroked="f">
                <v:path arrowok="t"/>
                <v:fill/>
              </v:shape>
            </v:group>
            <v:group style="position:absolute;left:1440;top:-1522;width:7200;height:260" coordorigin="1440,-1522" coordsize="7200,260">
              <v:shape style="position:absolute;left:1440;top:-1522;width:7200;height:260" coordorigin="1440,-1522" coordsize="7200,260" path="m1440,-1262l8640,-1262,8640,-1522,1440,-1522,1440,-1262xe" filled="t" fillcolor="#E6E7E8" stroked="f">
                <v:path arrowok="t"/>
                <v:fill/>
              </v:shape>
            </v:group>
            <v:group style="position:absolute;left:1440;top:-1262;width:7200;height:260" coordorigin="1440,-1262" coordsize="7200,260">
              <v:shape style="position:absolute;left:1440;top:-1262;width:7200;height:260" coordorigin="1440,-1262" coordsize="7200,260" path="m1440,-1002l8640,-1002,8640,-1262,1440,-1262,1440,-1002xe" filled="t" fillcolor="#E6E7E8" stroked="f">
                <v:path arrowok="t"/>
                <v:fill/>
              </v:shape>
            </v:group>
            <v:group style="position:absolute;left:1440;top:-1002;width:7200;height:260" coordorigin="1440,-1002" coordsize="7200,260">
              <v:shape style="position:absolute;left:1440;top:-1002;width:7200;height:260" coordorigin="1440,-1002" coordsize="7200,260" path="m1440,-742l8640,-742,8640,-1002,1440,-1002,1440,-742xe" filled="t" fillcolor="#E6E7E8" stroked="f">
                <v:path arrowok="t"/>
                <v:fill/>
              </v:shape>
            </v:group>
            <v:group style="position:absolute;left:1440;top:-742;width:7200;height:260" coordorigin="1440,-742" coordsize="7200,260">
              <v:shape style="position:absolute;left:1440;top:-742;width:7200;height:260" coordorigin="1440,-742" coordsize="7200,260" path="m1440,-482l8640,-482,8640,-742,1440,-742,1440,-482xe" filled="t" fillcolor="#E6E7E8" stroked="f">
                <v:path arrowok="t"/>
                <v:fill/>
              </v:shape>
            </v:group>
            <v:group style="position:absolute;left:1440;top:-482;width:6220;height:260" coordorigin="1440,-482" coordsize="6220,260">
              <v:shape style="position:absolute;left:1440;top:-482;width:6220;height:260" coordorigin="1440,-482" coordsize="6220,260" path="m1440,-222l7660,-222,7660,-482,1440,-482,1440,-222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  <w:b/>
          <w:bCs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180" w:lineRule="exact"/>
        <w:ind w:right="64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C3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enables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investigat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strong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underlying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visual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draw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632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ing,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2-D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design,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3-D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grows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coherent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action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investigation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concentration).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280" w:bottom="720" w:left="1340" w:right="960"/>
          <w:cols w:num="2" w:equalWidth="0">
            <w:col w:w="7301" w:space="254"/>
            <w:col w:w="2385"/>
          </w:cols>
        </w:sectPr>
      </w:pPr>
      <w:rPr/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4" w:lineRule="auto"/>
        <w:ind w:left="669" w:right="2667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6" w:after="0" w:line="447" w:lineRule="exact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29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  <w:position w:val="3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  <w:position w:val="3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5" w:lineRule="auto"/>
        <w:ind w:left="669" w:right="2733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oac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i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: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i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po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i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i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i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i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i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9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0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4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6" w:lineRule="auto"/>
        <w:ind w:left="669" w:right="2700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6" w:lineRule="auto"/>
        <w:ind w:left="669" w:right="2963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2D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669" w:right="2664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4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2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280" w:bottom="720" w:left="1340" w:right="960"/>
        </w:sectPr>
      </w:pPr>
      <w:rPr/>
    </w:p>
    <w:p>
      <w:pPr>
        <w:spacing w:before="49" w:after="0" w:line="207" w:lineRule="auto"/>
        <w:ind w:left="669" w:right="2582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6" w:lineRule="auto"/>
        <w:ind w:left="669" w:right="2687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10" w:lineRule="auto"/>
        <w:ind w:left="669" w:right="3046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7" w:lineRule="auto"/>
        <w:ind w:left="669" w:right="2816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6" w:lineRule="auto"/>
        <w:ind w:left="669" w:right="2726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/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669" w:right="3048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2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198" w:lineRule="auto"/>
        <w:ind w:left="669" w:right="3179" w:firstLine="-288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8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“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”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240" w:lineRule="auto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41" w:after="0" w:line="447" w:lineRule="exact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29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3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3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3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  <w:position w:val="3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3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em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3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3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3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84" w:after="0" w:line="447" w:lineRule="exact"/>
        <w:ind w:left="381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•</w:t>
      </w:r>
      <w:r>
        <w:rPr>
          <w:rFonts w:ascii="Minion Pro" w:hAnsi="Minion Pro" w:cs="Minion Pro" w:eastAsia="Minion Pro"/>
          <w:sz w:val="34"/>
          <w:szCs w:val="34"/>
          <w:color w:val="231F20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34"/>
          <w:szCs w:val="34"/>
          <w:color w:val="231F20"/>
          <w:spacing w:val="1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ter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  <w:position w:val="2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8" w:lineRule="exact"/>
        <w:ind w:left="669" w:right="-20"/>
        <w:jc w:val="left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  <w:position w:val="2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3" w:after="0" w:line="260" w:lineRule="exact"/>
        <w:ind w:left="100" w:right="2575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jc w:val="both"/>
        <w:spacing w:after="0"/>
        <w:sectPr>
          <w:pgMar w:header="0" w:footer="521" w:top="1260" w:bottom="720" w:left="1340" w:right="960"/>
          <w:pgSz w:w="12240" w:h="15840"/>
        </w:sectPr>
      </w:pPr>
      <w:rPr/>
    </w:p>
    <w:p>
      <w:pPr>
        <w:spacing w:before="52" w:after="0" w:line="260" w:lineRule="exact"/>
        <w:ind w:left="100" w:right="2576" w:firstLine="360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k,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521" w:top="1340" w:bottom="720" w:left="1340" w:right="960"/>
          <w:pgSz w:w="12240" w:h="15840"/>
        </w:sectPr>
      </w:pPr>
      <w:rPr/>
    </w:p>
    <w:p>
      <w:pPr>
        <w:spacing w:before="10" w:after="0" w:line="240" w:lineRule="auto"/>
        <w:ind w:left="100" w:right="5766"/>
        <w:jc w:val="both"/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group style="position:absolute;margin-left:65.5pt;margin-top:18.437613pt;width:373pt;height:260.0pt;mso-position-horizontal-relative:page;mso-position-vertical-relative:paragraph;z-index:-421" coordorigin="1310,369" coordsize="7460,5200">
            <v:group style="position:absolute;left:1440;top:499;width:7200;height:260" coordorigin="1440,499" coordsize="7200,260">
              <v:shape style="position:absolute;left:1440;top:499;width:7200;height:260" coordorigin="1440,499" coordsize="7200,260" path="m1440,759l8640,759,8640,499,1440,499,1440,759xe" filled="t" fillcolor="#E6E7E8" stroked="f">
                <v:path arrowok="t"/>
                <v:fill/>
              </v:shape>
            </v:group>
            <v:group style="position:absolute;left:1440;top:759;width:7200;height:260" coordorigin="1440,759" coordsize="7200,260">
              <v:shape style="position:absolute;left:1440;top:759;width:7200;height:260" coordorigin="1440,759" coordsize="7200,260" path="m1440,1019l8640,1019,8640,759,1440,759,1440,1019xe" filled="t" fillcolor="#E6E7E8" stroked="f">
                <v:path arrowok="t"/>
                <v:fill/>
              </v:shape>
            </v:group>
            <v:group style="position:absolute;left:1440;top:1019;width:7200;height:260" coordorigin="1440,1019" coordsize="7200,260">
              <v:shape style="position:absolute;left:1440;top:1019;width:7200;height:260" coordorigin="1440,1019" coordsize="7200,260" path="m1440,1279l8640,1279,8640,1019,1440,1019,1440,1279xe" filled="t" fillcolor="#E6E7E8" stroked="f">
                <v:path arrowok="t"/>
                <v:fill/>
              </v:shape>
            </v:group>
            <v:group style="position:absolute;left:1440;top:1279;width:7200;height:260" coordorigin="1440,1279" coordsize="7200,260">
              <v:shape style="position:absolute;left:1440;top:1279;width:7200;height:260" coordorigin="1440,1279" coordsize="7200,260" path="m1440,1539l8640,1539,8640,1279,1440,1279,1440,1539xe" filled="t" fillcolor="#E6E7E8" stroked="f">
                <v:path arrowok="t"/>
                <v:fill/>
              </v:shape>
            </v:group>
            <v:group style="position:absolute;left:1440;top:1539;width:7200;height:260" coordorigin="1440,1539" coordsize="7200,260">
              <v:shape style="position:absolute;left:1440;top:1539;width:7200;height:260" coordorigin="1440,1539" coordsize="7200,260" path="m1440,1799l8640,1799,8640,1539,1440,1539,1440,1799xe" filled="t" fillcolor="#E6E7E8" stroked="f">
                <v:path arrowok="t"/>
                <v:fill/>
              </v:shape>
            </v:group>
            <v:group style="position:absolute;left:1440;top:1799;width:7200;height:260" coordorigin="1440,1799" coordsize="7200,260">
              <v:shape style="position:absolute;left:1440;top:1799;width:7200;height:260" coordorigin="1440,1799" coordsize="7200,260" path="m1440,2059l8640,2059,8640,1799,1440,1799,1440,2059xe" filled="t" fillcolor="#E6E7E8" stroked="f">
                <v:path arrowok="t"/>
                <v:fill/>
              </v:shape>
            </v:group>
            <v:group style="position:absolute;left:1440;top:2059;width:7200;height:260" coordorigin="1440,2059" coordsize="7200,260">
              <v:shape style="position:absolute;left:1440;top:2059;width:7200;height:260" coordorigin="1440,2059" coordsize="7200,260" path="m1440,2319l8640,2319,8640,2059,1440,2059,1440,2319xe" filled="t" fillcolor="#E6E7E8" stroked="f">
                <v:path arrowok="t"/>
                <v:fill/>
              </v:shape>
            </v:group>
            <v:group style="position:absolute;left:1440;top:2319;width:7200;height:260" coordorigin="1440,2319" coordsize="7200,260">
              <v:shape style="position:absolute;left:1440;top:2319;width:7200;height:260" coordorigin="1440,2319" coordsize="7200,260" path="m1440,2579l8640,2579,8640,2319,1440,2319,1440,2579xe" filled="t" fillcolor="#E6E7E8" stroked="f">
                <v:path arrowok="t"/>
                <v:fill/>
              </v:shape>
            </v:group>
            <v:group style="position:absolute;left:1440;top:2579;width:7200;height:260" coordorigin="1440,2579" coordsize="7200,260">
              <v:shape style="position:absolute;left:1440;top:2579;width:7200;height:260" coordorigin="1440,2579" coordsize="7200,260" path="m1440,2839l8640,2839,8640,2579,1440,2579,1440,2839xe" filled="t" fillcolor="#E6E7E8" stroked="f">
                <v:path arrowok="t"/>
                <v:fill/>
              </v:shape>
            </v:group>
            <v:group style="position:absolute;left:1440;top:2839;width:7200;height:260" coordorigin="1440,2839" coordsize="7200,260">
              <v:shape style="position:absolute;left:1440;top:2839;width:7200;height:260" coordorigin="1440,2839" coordsize="7200,260" path="m1440,3099l8640,3099,8640,2839,1440,2839,1440,3099xe" filled="t" fillcolor="#E6E7E8" stroked="f">
                <v:path arrowok="t"/>
                <v:fill/>
              </v:shape>
            </v:group>
            <v:group style="position:absolute;left:1440;top:3099;width:7200;height:260" coordorigin="1440,3099" coordsize="7200,260">
              <v:shape style="position:absolute;left:1440;top:3099;width:7200;height:260" coordorigin="1440,3099" coordsize="7200,260" path="m1440,3359l8640,3359,8640,3099,1440,3099,1440,3359xe" filled="t" fillcolor="#E6E7E8" stroked="f">
                <v:path arrowok="t"/>
                <v:fill/>
              </v:shape>
            </v:group>
            <v:group style="position:absolute;left:1440;top:3359;width:7200;height:260" coordorigin="1440,3359" coordsize="7200,260">
              <v:shape style="position:absolute;left:1440;top:3359;width:7200;height:260" coordorigin="1440,3359" coordsize="7200,260" path="m1440,3619l8640,3619,8640,3359,1440,3359,1440,3619xe" filled="t" fillcolor="#E6E7E8" stroked="f">
                <v:path arrowok="t"/>
                <v:fill/>
              </v:shape>
            </v:group>
            <v:group style="position:absolute;left:1440;top:3619;width:7200;height:260" coordorigin="1440,3619" coordsize="7200,260">
              <v:shape style="position:absolute;left:1440;top:3619;width:7200;height:260" coordorigin="1440,3619" coordsize="7200,260" path="m1440,3879l8640,3879,8640,3619,1440,3619,1440,3879xe" filled="t" fillcolor="#E6E7E8" stroked="f">
                <v:path arrowok="t"/>
                <v:fill/>
              </v:shape>
            </v:group>
            <v:group style="position:absolute;left:1440;top:3879;width:7200;height:260" coordorigin="1440,3879" coordsize="7200,260">
              <v:shape style="position:absolute;left:1440;top:3879;width:7200;height:260" coordorigin="1440,3879" coordsize="7200,260" path="m1440,4139l8640,4139,8640,3879,1440,3879,1440,4139xe" filled="t" fillcolor="#E6E7E8" stroked="f">
                <v:path arrowok="t"/>
                <v:fill/>
              </v:shape>
            </v:group>
            <v:group style="position:absolute;left:1440;top:4139;width:7200;height:260" coordorigin="1440,4139" coordsize="7200,260">
              <v:shape style="position:absolute;left:1440;top:4139;width:7200;height:260" coordorigin="1440,4139" coordsize="7200,260" path="m1440,4399l8640,4399,8640,4139,1440,4139,1440,4399xe" filled="t" fillcolor="#E6E7E8" stroked="f">
                <v:path arrowok="t"/>
                <v:fill/>
              </v:shape>
            </v:group>
            <v:group style="position:absolute;left:1440;top:4399;width:7200;height:260" coordorigin="1440,4399" coordsize="7200,260">
              <v:shape style="position:absolute;left:1440;top:4399;width:7200;height:260" coordorigin="1440,4399" coordsize="7200,260" path="m1440,4659l8640,4659,8640,4399,1440,4399,1440,4659xe" filled="t" fillcolor="#E6E7E8" stroked="f">
                <v:path arrowok="t"/>
                <v:fill/>
              </v:shape>
            </v:group>
            <v:group style="position:absolute;left:1440;top:4659;width:7200;height:260" coordorigin="1440,4659" coordsize="7200,260">
              <v:shape style="position:absolute;left:1440;top:4659;width:7200;height:260" coordorigin="1440,4659" coordsize="7200,260" path="m1440,4919l8640,4919,8640,4659,1440,4659,1440,4919xe" filled="t" fillcolor="#E6E7E8" stroked="f">
                <v:path arrowok="t"/>
                <v:fill/>
              </v:shape>
            </v:group>
            <v:group style="position:absolute;left:1440;top:4919;width:7200;height:260" coordorigin="1440,4919" coordsize="7200,260">
              <v:shape style="position:absolute;left:1440;top:4919;width:7200;height:260" coordorigin="1440,4919" coordsize="7200,260" path="m1440,5179l8640,5179,8640,4919,1440,4919,1440,5179xe" filled="t" fillcolor="#E6E7E8" stroked="f">
                <v:path arrowok="t"/>
                <v:fill/>
              </v:shape>
            </v:group>
            <v:group style="position:absolute;left:1440;top:5179;width:4580;height:260" coordorigin="1440,5179" coordsize="4580,260">
              <v:shape style="position:absolute;left:1440;top:5179;width:4580;height:260" coordorigin="1440,5179" coordsize="4580,260" path="m1440,5439l6020,5439,6020,5179,1440,5179,1440,5439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8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6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39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q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u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28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60" w:lineRule="exact"/>
        <w:ind w:left="100" w:right="-65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2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11"/>
          <w:b/>
          <w:bCs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  <w:b/>
          <w:bCs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  <w:b/>
          <w:bCs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5642"/>
        <w:jc w:val="both"/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group style="position:absolute;margin-left:65.5pt;margin-top:17.937613pt;width:373pt;height:208pt;mso-position-horizontal-relative:page;mso-position-vertical-relative:paragraph;z-index:-420" coordorigin="1310,359" coordsize="7460,4160">
            <v:group style="position:absolute;left:1440;top:489;width:7200;height:260" coordorigin="1440,489" coordsize="7200,260">
              <v:shape style="position:absolute;left:1440;top:489;width:7200;height:260" coordorigin="1440,489" coordsize="7200,260" path="m1440,749l8640,749,8640,489,1440,489,1440,749xe" filled="t" fillcolor="#E6E7E8" stroked="f">
                <v:path arrowok="t"/>
                <v:fill/>
              </v:shape>
            </v:group>
            <v:group style="position:absolute;left:1440;top:749;width:7200;height:260" coordorigin="1440,749" coordsize="7200,260">
              <v:shape style="position:absolute;left:1440;top:749;width:7200;height:260" coordorigin="1440,749" coordsize="7200,260" path="m1440,1009l8640,1009,8640,749,1440,749,1440,1009xe" filled="t" fillcolor="#E6E7E8" stroked="f">
                <v:path arrowok="t"/>
                <v:fill/>
              </v:shape>
            </v:group>
            <v:group style="position:absolute;left:1440;top:1009;width:7200;height:260" coordorigin="1440,1009" coordsize="7200,260">
              <v:shape style="position:absolute;left:1440;top:1009;width:7200;height:260" coordorigin="1440,1009" coordsize="7200,260" path="m1440,1269l8640,1269,8640,1009,1440,1009,1440,1269xe" filled="t" fillcolor="#E6E7E8" stroked="f">
                <v:path arrowok="t"/>
                <v:fill/>
              </v:shape>
            </v:group>
            <v:group style="position:absolute;left:1440;top:1269;width:7200;height:260" coordorigin="1440,1269" coordsize="7200,260">
              <v:shape style="position:absolute;left:1440;top:1269;width:7200;height:260" coordorigin="1440,1269" coordsize="7200,260" path="m1440,1529l8640,1529,8640,1269,1440,1269,1440,1529xe" filled="t" fillcolor="#E6E7E8" stroked="f">
                <v:path arrowok="t"/>
                <v:fill/>
              </v:shape>
            </v:group>
            <v:group style="position:absolute;left:1440;top:1529;width:7200;height:260" coordorigin="1440,1529" coordsize="7200,260">
              <v:shape style="position:absolute;left:1440;top:1529;width:7200;height:260" coordorigin="1440,1529" coordsize="7200,260" path="m1440,1789l8640,1789,8640,1529,1440,1529,1440,1789xe" filled="t" fillcolor="#E6E7E8" stroked="f">
                <v:path arrowok="t"/>
                <v:fill/>
              </v:shape>
            </v:group>
            <v:group style="position:absolute;left:1440;top:1789;width:7200;height:260" coordorigin="1440,1789" coordsize="7200,260">
              <v:shape style="position:absolute;left:1440;top:1789;width:7200;height:260" coordorigin="1440,1789" coordsize="7200,260" path="m1440,2049l8640,2049,8640,1789,1440,1789,1440,2049xe" filled="t" fillcolor="#E6E7E8" stroked="f">
                <v:path arrowok="t"/>
                <v:fill/>
              </v:shape>
            </v:group>
            <v:group style="position:absolute;left:1440;top:2049;width:7200;height:260" coordorigin="1440,2049" coordsize="7200,260">
              <v:shape style="position:absolute;left:1440;top:2049;width:7200;height:260" coordorigin="1440,2049" coordsize="7200,260" path="m1440,2309l8640,2309,8640,2049,1440,2049,1440,2309xe" filled="t" fillcolor="#E6E7E8" stroked="f">
                <v:path arrowok="t"/>
                <v:fill/>
              </v:shape>
            </v:group>
            <v:group style="position:absolute;left:1440;top:2309;width:7200;height:260" coordorigin="1440,2309" coordsize="7200,260">
              <v:shape style="position:absolute;left:1440;top:2309;width:7200;height:260" coordorigin="1440,2309" coordsize="7200,260" path="m1440,2569l8640,2569,8640,2309,1440,2309,1440,2569xe" filled="t" fillcolor="#E6E7E8" stroked="f">
                <v:path arrowok="t"/>
                <v:fill/>
              </v:shape>
            </v:group>
            <v:group style="position:absolute;left:1440;top:2569;width:7200;height:260" coordorigin="1440,2569" coordsize="7200,260">
              <v:shape style="position:absolute;left:1440;top:2569;width:7200;height:260" coordorigin="1440,2569" coordsize="7200,260" path="m1440,2829l8640,2829,8640,2569,1440,2569,1440,2829xe" filled="t" fillcolor="#E6E7E8" stroked="f">
                <v:path arrowok="t"/>
                <v:fill/>
              </v:shape>
            </v:group>
            <v:group style="position:absolute;left:1440;top:2829;width:7200;height:260" coordorigin="1440,2829" coordsize="7200,260">
              <v:shape style="position:absolute;left:1440;top:2829;width:7200;height:260" coordorigin="1440,2829" coordsize="7200,260" path="m1440,3089l8640,3089,8640,2829,1440,2829,1440,3089xe" filled="t" fillcolor="#E6E7E8" stroked="f">
                <v:path arrowok="t"/>
                <v:fill/>
              </v:shape>
            </v:group>
            <v:group style="position:absolute;left:1440;top:3089;width:7200;height:260" coordorigin="1440,3089" coordsize="7200,260">
              <v:shape style="position:absolute;left:1440;top:3089;width:7200;height:260" coordorigin="1440,3089" coordsize="7200,260" path="m1440,3349l8640,3349,8640,3089,1440,3089,1440,3349xe" filled="t" fillcolor="#E6E7E8" stroked="f">
                <v:path arrowok="t"/>
                <v:fill/>
              </v:shape>
            </v:group>
            <v:group style="position:absolute;left:1440;top:3349;width:7200;height:260" coordorigin="1440,3349" coordsize="7200,260">
              <v:shape style="position:absolute;left:1440;top:3349;width:7200;height:260" coordorigin="1440,3349" coordsize="7200,260" path="m1440,3609l8640,3609,8640,3349,1440,3349,1440,3609xe" filled="t" fillcolor="#E6E7E8" stroked="f">
                <v:path arrowok="t"/>
                <v:fill/>
              </v:shape>
            </v:group>
            <v:group style="position:absolute;left:1440;top:3609;width:7200;height:260" coordorigin="1440,3609" coordsize="7200,260">
              <v:shape style="position:absolute;left:1440;top:3609;width:7200;height:260" coordorigin="1440,3609" coordsize="7200,260" path="m1440,3869l8640,3869,8640,3609,1440,3609,1440,3869xe" filled="t" fillcolor="#E6E7E8" stroked="f">
                <v:path arrowok="t"/>
                <v:fill/>
              </v:shape>
            </v:group>
            <v:group style="position:absolute;left:1440;top:3869;width:7200;height:260" coordorigin="1440,3869" coordsize="7200,260">
              <v:shape style="position:absolute;left:1440;top:3869;width:7200;height:260" coordorigin="1440,3869" coordsize="7200,260" path="m1440,4129l8640,4129,8640,3869,1440,3869,1440,4129xe" filled="t" fillcolor="#E6E7E8" stroked="f">
                <v:path arrowok="t"/>
                <v:fill/>
              </v:shape>
            </v:group>
            <v:group style="position:absolute;left:1440;top:4129;width:2933;height:260" coordorigin="1440,4129" coordsize="2933,260">
              <v:shape style="position:absolute;left:1440;top:4129;width:2933;height:260" coordorigin="1440,4129" coordsize="2933,260" path="m1440,4389l4373,4389,4373,4129,1440,4129,1440,4389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8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1"/>
        </w:rPr>
        <w:t>o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1"/>
        </w:rPr>
        <w:t>y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6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g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h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39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60" w:lineRule="exact"/>
        <w:ind w:left="100" w:right="-6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5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t.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6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2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7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(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4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)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4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11"/>
          <w:b/>
          <w:bCs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right="64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68.093094pt;width:101.25pt;height:94.75pt;mso-position-horizontal-relative:page;mso-position-vertical-relative:paragraph;z-index:-418" coordorigin="8768,1362" coordsize="2025,1895">
            <v:shape style="position:absolute;left:8768;top:1362;width:2025;height:1895" coordorigin="8768,1362" coordsize="2025,1895" path="m8768,1362l8768,3257,10793,3257,10793,1362,8768,1362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C5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empha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sizes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making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an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ongoing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process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involves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student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4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in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informed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critical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making.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180" w:lineRule="exact"/>
        <w:ind w:right="587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-82.906906pt;width:101.25pt;height:66.75pt;mso-position-horizontal-relative:page;mso-position-vertical-relative:paragraph;z-index:-419" coordorigin="8768,-1658" coordsize="2025,1335">
            <v:shape style="position:absolute;left:8768;top:-1658;width:2025;height:1335" coordorigin="8768,-1658" coordsize="2025,1335" path="m8768,-1658l8768,-323,10793,-323,10793,-1658,8768,-1658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C6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includes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individual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student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critiques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1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instructional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conversa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teache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9"/>
          <w:w w:val="111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enabling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6"/>
          <w:w w:val="11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659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136.593094pt;width:101.25pt;height:131.25pt;mso-position-horizontal-relative:page;mso-position-vertical-relative:paragraph;z-index:-417" coordorigin="8768,2732" coordsize="2025,2625">
            <v:shape style="position:absolute;left:8768;top:2732;width:2025;height:2625" coordorigin="8768,2732" coordsize="2025,2625" path="m8768,2732l8768,5357,10793,5357,10793,2732,8768,2732xe" filled="f" stroked="t" strokeweight=".75pt" strokecolor="#231F2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learn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analyze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dis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cuss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artworks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peers.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80" w:lineRule="exact"/>
        <w:ind w:right="632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C7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teaches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understand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artistic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integrity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constitutes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plagiarism.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83"/>
        </w:rPr>
        <w:t>If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1"/>
          <w:w w:val="8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ind w:right="5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makes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photographs,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pub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lished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images,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and/or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artists’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works,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teaches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students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own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moves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beyond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7"/>
        </w:rPr>
        <w:t>duplication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280" w:bottom="720" w:left="1340" w:right="960"/>
          <w:cols w:num="2" w:equalWidth="0">
            <w:col w:w="7301" w:space="254"/>
            <w:col w:w="2385"/>
          </w:cols>
        </w:sectPr>
      </w:pPr>
      <w:rPr/>
    </w:p>
    <w:p>
      <w:pPr>
        <w:spacing w:before="50" w:after="0" w:line="240" w:lineRule="auto"/>
        <w:ind w:left="100" w:right="1186"/>
        <w:jc w:val="both"/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group style="position:absolute;margin-left:65.5pt;margin-top:20.437572pt;width:373pt;height:104pt;mso-position-horizontal-relative:page;mso-position-vertical-relative:paragraph;z-index:-416" coordorigin="1310,409" coordsize="7460,2080">
            <v:group style="position:absolute;left:1440;top:539;width:7200;height:260" coordorigin="1440,539" coordsize="7200,260">
              <v:shape style="position:absolute;left:1440;top:539;width:7200;height:260" coordorigin="1440,539" coordsize="7200,260" path="m1440,799l8640,799,8640,539,1440,539,1440,799xe" filled="t" fillcolor="#E6E7E8" stroked="f">
                <v:path arrowok="t"/>
                <v:fill/>
              </v:shape>
            </v:group>
            <v:group style="position:absolute;left:1440;top:799;width:7200;height:260" coordorigin="1440,799" coordsize="7200,260">
              <v:shape style="position:absolute;left:1440;top:799;width:7200;height:260" coordorigin="1440,799" coordsize="7200,260" path="m1440,1059l8640,1059,8640,799,1440,799,1440,1059xe" filled="t" fillcolor="#E6E7E8" stroked="f">
                <v:path arrowok="t"/>
                <v:fill/>
              </v:shape>
            </v:group>
            <v:group style="position:absolute;left:1440;top:1059;width:7200;height:260" coordorigin="1440,1059" coordsize="7200,260">
              <v:shape style="position:absolute;left:1440;top:1059;width:7200;height:260" coordorigin="1440,1059" coordsize="7200,260" path="m1440,1319l8640,1319,8640,1059,1440,1059,1440,1319xe" filled="t" fillcolor="#E6E7E8" stroked="f">
                <v:path arrowok="t"/>
                <v:fill/>
              </v:shape>
            </v:group>
            <v:group style="position:absolute;left:1440;top:1319;width:7200;height:260" coordorigin="1440,1319" coordsize="7200,260">
              <v:shape style="position:absolute;left:1440;top:1319;width:7200;height:260" coordorigin="1440,1319" coordsize="7200,260" path="m1440,1579l8640,1579,8640,1319,1440,1319,1440,1579xe" filled="t" fillcolor="#E6E7E8" stroked="f">
                <v:path arrowok="t"/>
                <v:fill/>
              </v:shape>
            </v:group>
            <v:group style="position:absolute;left:1440;top:1579;width:7200;height:260" coordorigin="1440,1579" coordsize="7200,260">
              <v:shape style="position:absolute;left:1440;top:1579;width:7200;height:260" coordorigin="1440,1579" coordsize="7200,260" path="m1440,1839l8640,1839,8640,1579,1440,1579,1440,1839xe" filled="t" fillcolor="#E6E7E8" stroked="f">
                <v:path arrowok="t"/>
                <v:fill/>
              </v:shape>
            </v:group>
            <v:group style="position:absolute;left:1440;top:1839;width:7200;height:260" coordorigin="1440,1839" coordsize="7200,260">
              <v:shape style="position:absolute;left:1440;top:1839;width:7200;height:260" coordorigin="1440,1839" coordsize="7200,260" path="m1440,2099l8640,2099,8640,1839,1440,1839,1440,2099xe" filled="t" fillcolor="#E6E7E8" stroked="f">
                <v:path arrowok="t"/>
                <v:fill/>
              </v:shape>
            </v:group>
            <v:group style="position:absolute;left:1440;top:2099;width:3503;height:260" coordorigin="1440,2099" coordsize="3503,260">
              <v:shape style="position:absolute;left:1440;top:2099;width:3503;height:260" coordorigin="1440,2099" coordsize="3503,260" path="m1440,2359l4943,2359,4943,2099,1440,2099,1440,2359xe" filled="t" fillcolor="#E6E7E8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l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7"/>
        </w:rPr>
        <w:t>g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15"/>
          <w:w w:val="117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a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7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19"/>
          <w:w w:val="117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a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7"/>
        </w:rPr>
        <w:t>g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10"/>
          <w:w w:val="117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7"/>
        </w:rPr>
        <w:t>o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7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0"/>
          <w:w w:val="117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9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2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28"/>
        </w:rPr>
        <w:t>s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60" w:lineRule="exact"/>
        <w:ind w:left="100" w:right="-64"/>
        <w:jc w:val="both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group style="position:absolute;margin-left:438.375pt;margin-top:30.579071pt;width:101.25pt;height:66.982pt;mso-position-horizontal-relative:page;mso-position-vertical-relative:paragraph;z-index:-415" coordorigin="8768,612" coordsize="2025,1340">
            <v:shape style="position:absolute;left:8768;top:612;width:2025;height:1340" coordorigin="8768,612" coordsize="2025,1340" path="m8768,612l8768,1951,10793,1951,10793,612,8768,612xe" filled="f" stroked="t" strokeweight=".75pt" strokecolor="#231F20">
              <v:path arrowok="t"/>
            </v:shape>
          </v:group>
          <w10:wrap type="none"/>
        </w:pic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0"/>
          <w:w w:val="100"/>
        </w:rPr>
        <w:t>1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8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24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j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—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8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9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3"/>
          <w:w w:val="100"/>
          <w:b/>
          <w:bCs/>
        </w:rPr>
        <w:t>[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  <w:b/>
          <w:bCs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]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0" w:lineRule="exact"/>
        <w:ind w:left="100" w:right="-64" w:firstLine="360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1"/>
          <w:w w:val="100"/>
        </w:rPr>
        <w:t>X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-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ews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5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4993"/>
        <w:jc w:val="both"/>
        <w:rPr>
          <w:rFonts w:ascii="Times New Roman" w:hAnsi="Times New Roman" w:cs="Times New Roman" w:eastAsia="Times New Roman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92"/>
        </w:rPr>
        <w:t>K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e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p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2"/>
        </w:rPr>
        <w:t>n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22"/>
        </w:rPr>
        <w:t>g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20"/>
          <w:w w:val="109"/>
        </w:rPr>
        <w:t>T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6"/>
        </w:rPr>
        <w:t>r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25"/>
        </w:rPr>
        <w:t>a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-3"/>
          <w:w w:val="112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231F20"/>
          <w:spacing w:val="0"/>
          <w:w w:val="111"/>
        </w:rPr>
        <w:t>k</w:t>
      </w:r>
      <w:r>
        <w:rPr>
          <w:rFonts w:ascii="Times New Roman" w:hAnsi="Times New Roman" w:cs="Times New Roman" w:eastAsia="Times New Roman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60" w:lineRule="exact"/>
        <w:ind w:left="100" w:right="-65"/>
        <w:jc w:val="both"/>
        <w:rPr>
          <w:rFonts w:ascii="Minion Pro" w:hAnsi="Minion Pro" w:cs="Minion Pro" w:eastAsia="Minion Pro"/>
          <w:sz w:val="22"/>
          <w:szCs w:val="22"/>
        </w:rPr>
      </w:pPr>
      <w:rPr/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oo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q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be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cl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1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19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8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m.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w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b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3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z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ab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,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-6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l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rs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7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y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h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c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k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ep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5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8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6"/>
          <w:w w:val="100"/>
        </w:rPr>
        <w:t>v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ew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f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a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ch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u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-4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t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5"/>
          <w:w w:val="100"/>
        </w:rPr>
        <w:t>’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p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-1"/>
          <w:w w:val="100"/>
        </w:rPr>
        <w:t>o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g</w:t>
      </w:r>
      <w:r>
        <w:rPr>
          <w:rFonts w:ascii="Minion Pro" w:hAnsi="Minion Pro" w:cs="Minion Pro" w:eastAsia="Minion Pro"/>
          <w:sz w:val="22"/>
          <w:szCs w:val="22"/>
          <w:color w:val="231F20"/>
          <w:spacing w:val="-2"/>
          <w:w w:val="100"/>
        </w:rPr>
        <w:t>r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e</w:t>
      </w:r>
      <w:r>
        <w:rPr>
          <w:rFonts w:ascii="Minion Pro" w:hAnsi="Minion Pro" w:cs="Minion Pro" w:eastAsia="Minion Pro"/>
          <w:sz w:val="22"/>
          <w:szCs w:val="22"/>
          <w:color w:val="231F20"/>
          <w:spacing w:val="1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s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 </w:t>
      </w:r>
      <w:r>
        <w:rPr>
          <w:rFonts w:ascii="Minion Pro" w:hAnsi="Minion Pro" w:cs="Minion Pro" w:eastAsia="Minion Pro"/>
          <w:sz w:val="22"/>
          <w:szCs w:val="22"/>
          <w:color w:val="231F20"/>
          <w:spacing w:val="2"/>
          <w:w w:val="100"/>
        </w:rPr>
        <w:t>m</w:t>
      </w:r>
      <w:r>
        <w:rPr>
          <w:rFonts w:ascii="Minion Pro" w:hAnsi="Minion Pro" w:cs="Minion Pro" w:eastAsia="Minion Pro"/>
          <w:sz w:val="22"/>
          <w:szCs w:val="22"/>
          <w:color w:val="231F20"/>
          <w:spacing w:val="4"/>
          <w:w w:val="100"/>
        </w:rPr>
        <w:t>i</w:t>
      </w:r>
      <w:r>
        <w:rPr>
          <w:rFonts w:ascii="Minion Pro" w:hAnsi="Minion Pro" w:cs="Minion Pro" w:eastAsia="Minion Pro"/>
          <w:sz w:val="22"/>
          <w:szCs w:val="22"/>
          <w:color w:val="231F20"/>
          <w:spacing w:val="-3"/>
          <w:w w:val="100"/>
        </w:rPr>
        <w:t>n</w:t>
      </w:r>
      <w:r>
        <w:rPr>
          <w:rFonts w:ascii="Minion Pro" w:hAnsi="Minion Pro" w:cs="Minion Pro" w:eastAsia="Minion Pro"/>
          <w:sz w:val="22"/>
          <w:szCs w:val="22"/>
          <w:color w:val="231F20"/>
          <w:spacing w:val="3"/>
          <w:w w:val="100"/>
        </w:rPr>
        <w:t>d</w:t>
      </w:r>
      <w:r>
        <w:rPr>
          <w:rFonts w:ascii="Minion Pro" w:hAnsi="Minion Pro" w:cs="Minion Pro" w:eastAsia="Minion Pro"/>
          <w:sz w:val="22"/>
          <w:szCs w:val="22"/>
          <w:color w:val="231F20"/>
          <w:spacing w:val="0"/>
          <w:w w:val="100"/>
        </w:rPr>
        <w:t>.</w:t>
      </w:r>
      <w:r>
        <w:rPr>
          <w:rFonts w:ascii="Minion Pro" w:hAnsi="Minion Pro" w:cs="Minion Pro" w:eastAsia="Minion Pro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180" w:lineRule="exact"/>
        <w:ind w:right="595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  <w:b/>
          <w:bCs/>
        </w:rPr>
        <w:t>C2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—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79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3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1"/>
          <w:w w:val="11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79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7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4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(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9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9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q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79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9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83"/>
        </w:rPr>
        <w:t>)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6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8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93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93"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2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4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-2"/>
          <w:w w:val="111"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color w:val="231F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sectPr>
      <w:pgNumType w:start="10"/>
      <w:pgMar w:footer="521" w:header="0" w:top="1300" w:bottom="720" w:left="1340" w:right="960"/>
      <w:footerReference w:type="default" r:id="rId8"/>
      <w:pgSz w:w="12240" w:h="15840"/>
      <w:cols w:num="2" w:equalWidth="0">
        <w:col w:w="7301" w:space="254"/>
        <w:col w:w="238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Minion Pro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0.719971pt;margin-top:754.932434pt;width:9.280pt;height:13.0pt;mso-position-horizontal-relative:page;mso-position-vertical-relative:page;z-index:-434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Minion Pro" w:hAnsi="Minion Pro" w:cs="Minion Pro" w:eastAsia="Minion Pro"/>
                    <w:sz w:val="22"/>
                    <w:szCs w:val="22"/>
                  </w:rPr>
                </w:pPr>
                <w:rPr/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231F20"/>
                    <w:position w:val="3"/>
                  </w:rPr>
                </w:r>
                <w:r>
                  <w:rPr/>
                  <w:fldChar w:fldCharType="begin"/>
                </w:r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231F20"/>
                    <w:spacing w:val="0"/>
                    <w:w w:val="100"/>
                    <w:position w:val="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5.919678pt;margin-top:754.932434pt;width:14.076pt;height:13.0pt;mso-position-horizontal-relative:page;mso-position-vertical-relative:page;z-index:-433" type="#_x0000_t202" filled="f" stroked="f">
          <v:textbox inset="0,0,0,0">
            <w:txbxContent>
              <w:p>
                <w:pPr>
                  <w:spacing w:before="0" w:after="0" w:line="260" w:lineRule="exact"/>
                  <w:ind w:left="40" w:right="-20"/>
                  <w:jc w:val="left"/>
                  <w:rPr>
                    <w:rFonts w:ascii="Minion Pro" w:hAnsi="Minion Pro" w:cs="Minion Pro" w:eastAsia="Minion Pro"/>
                    <w:sz w:val="22"/>
                    <w:szCs w:val="22"/>
                  </w:rPr>
                </w:pPr>
                <w:rPr/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231F20"/>
                    <w:position w:val="3"/>
                  </w:rPr>
                </w:r>
                <w:r>
                  <w:rPr/>
                  <w:fldChar w:fldCharType="begin"/>
                </w:r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231F20"/>
                    <w:spacing w:val="0"/>
                    <w:w w:val="100"/>
                    <w:position w:val="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231F20"/>
                    <w:spacing w:val="0"/>
                    <w:w w:val="100"/>
                    <w:position w:val="3"/>
                  </w:rPr>
                </w:r>
                <w:r>
                  <w:rPr>
                    <w:rFonts w:ascii="Minion Pro" w:hAnsi="Minion Pro" w:cs="Minion Pro" w:eastAsia="Minion Pro"/>
                    <w:sz w:val="22"/>
                    <w:szCs w:val="22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2011-08-26T13:18:53Z</dcterms:created>
  <dcterms:modified xsi:type="dcterms:W3CDTF">2011-08-26T13:18:53Z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2006-11-01T00:00:00Z</vt:filetime>
  </property>
  <property fmtid="{D5CDD505-2E9C-101B-9397-08002B2CF9AE}" pid="3" name="LastSaved">
    <vt:filetime>2011-08-26T00:00:00Z</vt:filetime>
  </property>
</Properties>
</file>